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6E06" w14:paraId="0C200EF0" w14:textId="77777777" w:rsidTr="00146EEC">
        <w:tc>
          <w:tcPr>
            <w:tcW w:w="2689" w:type="dxa"/>
          </w:tcPr>
          <w:p w14:paraId="139BA203" w14:textId="28485DBE" w:rsidR="00FD6E06" w:rsidRPr="00FD6E06" w:rsidRDefault="00FD6E06" w:rsidP="00FD6E06">
            <w:pPr>
              <w:pStyle w:val="SIText"/>
            </w:pPr>
            <w:r w:rsidRPr="00FD6E06">
              <w:t xml:space="preserve">Release </w:t>
            </w:r>
            <w:proofErr w:type="gramStart"/>
            <w:r w:rsidR="00C02E79">
              <w:t>1</w:t>
            </w:r>
            <w:proofErr w:type="gramEnd"/>
          </w:p>
        </w:tc>
        <w:tc>
          <w:tcPr>
            <w:tcW w:w="6939" w:type="dxa"/>
          </w:tcPr>
          <w:p w14:paraId="54A2FF11" w14:textId="1957023F" w:rsidR="00FD6E06" w:rsidRPr="00FD6E06" w:rsidRDefault="00FD6E06" w:rsidP="00FD6E06">
            <w:pPr>
              <w:pStyle w:val="SIText"/>
            </w:pPr>
            <w:r w:rsidRPr="00FD6E06">
              <w:t xml:space="preserve">This version released with FWP Forest and Wood Products Training Package Version </w:t>
            </w:r>
            <w:r>
              <w:t>7</w:t>
            </w:r>
            <w:r w:rsidRPr="00FD6E06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6704B60" w:rsidR="00F1480E" w:rsidRPr="000754EC" w:rsidRDefault="005E1A88" w:rsidP="000754EC">
            <w:pPr>
              <w:pStyle w:val="SIUNITCODE"/>
            </w:pPr>
            <w:r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Pr="005E1A88">
              <w:t>FWPFGM4XXX</w:t>
            </w:r>
          </w:p>
        </w:tc>
        <w:tc>
          <w:tcPr>
            <w:tcW w:w="3604" w:type="pct"/>
            <w:shd w:val="clear" w:color="auto" w:fill="auto"/>
          </w:tcPr>
          <w:p w14:paraId="68240ED7" w14:textId="3E7D965D" w:rsidR="00F1480E" w:rsidRPr="000754EC" w:rsidRDefault="00E02921" w:rsidP="000754EC">
            <w:pPr>
              <w:pStyle w:val="SIUnittitle"/>
            </w:pPr>
            <w:r w:rsidRPr="00E02921">
              <w:t>Implement environmental management practices to a forestry operation site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1FA27E" w14:textId="1208D0CD" w:rsidR="00D332EB" w:rsidRPr="00C02E79" w:rsidRDefault="00D332EB" w:rsidP="00C02E79">
            <w:pPr>
              <w:pStyle w:val="SIText"/>
            </w:pPr>
            <w:r w:rsidRPr="00C02E79">
              <w:t xml:space="preserve">This unit of competency describes the </w:t>
            </w:r>
            <w:r w:rsidR="005778FE" w:rsidRPr="00C02E79">
              <w:t>skills and knowledge</w:t>
            </w:r>
            <w:r w:rsidRPr="00C02E79">
              <w:t xml:space="preserve"> required to implement environmentally sustainable forest industry practices</w:t>
            </w:r>
            <w:r w:rsidR="005778FE" w:rsidRPr="00C02E79">
              <w:t xml:space="preserve"> at a </w:t>
            </w:r>
            <w:proofErr w:type="gramStart"/>
            <w:r w:rsidR="005778FE" w:rsidRPr="00C02E79">
              <w:t xml:space="preserve">forestry </w:t>
            </w:r>
            <w:r w:rsidR="009012D3" w:rsidRPr="00C02E79">
              <w:t>operations</w:t>
            </w:r>
            <w:proofErr w:type="gramEnd"/>
            <w:r w:rsidR="009012D3" w:rsidRPr="00C02E79">
              <w:t xml:space="preserve"> work site</w:t>
            </w:r>
            <w:r w:rsidRPr="00C02E79">
              <w:t xml:space="preserve">. </w:t>
            </w:r>
            <w:r w:rsidR="00FC674A" w:rsidRPr="00C02E79">
              <w:t>This includes</w:t>
            </w:r>
            <w:r w:rsidRPr="00C02E79">
              <w:t xml:space="preserve"> undertak</w:t>
            </w:r>
            <w:r w:rsidR="00FC674A" w:rsidRPr="00C02E79">
              <w:t>ing</w:t>
            </w:r>
            <w:r w:rsidRPr="00C02E79">
              <w:t xml:space="preserve"> consultative and audit processes to assess the effectiveness of environmental </w:t>
            </w:r>
            <w:r w:rsidR="00FC674A" w:rsidRPr="00C02E79">
              <w:t>protection measures</w:t>
            </w:r>
            <w:r w:rsidRPr="00C02E79">
              <w:t xml:space="preserve"> and to </w:t>
            </w:r>
            <w:proofErr w:type="gramStart"/>
            <w:r w:rsidRPr="00C02E79">
              <w:t>identify</w:t>
            </w:r>
            <w:proofErr w:type="gramEnd"/>
            <w:r w:rsidRPr="00C02E79">
              <w:t xml:space="preserve"> areas for improved practice.</w:t>
            </w:r>
          </w:p>
          <w:p w14:paraId="583EBB09" w14:textId="77777777" w:rsidR="00D332EB" w:rsidRPr="00C02E79" w:rsidRDefault="00D332EB" w:rsidP="00C02E79">
            <w:pPr>
              <w:pStyle w:val="SIText"/>
            </w:pPr>
          </w:p>
          <w:p w14:paraId="75A994C9" w14:textId="1AD962B8" w:rsidR="00D332EB" w:rsidRPr="00C02E79" w:rsidRDefault="00D332EB" w:rsidP="00C02E79">
            <w:pPr>
              <w:pStyle w:val="SIText"/>
            </w:pPr>
            <w:r w:rsidRPr="00C02E79">
              <w:t xml:space="preserve">The unit applies to </w:t>
            </w:r>
            <w:r w:rsidR="009012D3" w:rsidRPr="00C02E79">
              <w:t xml:space="preserve">individuals </w:t>
            </w:r>
            <w:r w:rsidR="00C02E79" w:rsidRPr="00C02E79">
              <w:t>whose work involves in applying environmental management practices to</w:t>
            </w:r>
            <w:r w:rsidR="00C02E79" w:rsidRPr="00C02E79">
              <w:t xml:space="preserve"> a forestry operation site.</w:t>
            </w:r>
          </w:p>
          <w:p w14:paraId="30D89C0F" w14:textId="77777777" w:rsidR="009012D3" w:rsidRPr="00C02E79" w:rsidRDefault="009012D3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C92FE7E" w14:textId="54AAA068" w:rsidR="005778FE" w:rsidRPr="00C02E79" w:rsidRDefault="005778FE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EC6A273" w14:textId="77777777" w:rsidR="005778FE" w:rsidRPr="00C02E79" w:rsidRDefault="005778FE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0C297DAA" w:rsidR="00EA2FCF" w:rsidRPr="000754EC" w:rsidRDefault="005778FE" w:rsidP="00C02E79">
            <w:pPr>
              <w:pStyle w:val="SIText"/>
            </w:pPr>
            <w:r w:rsidRPr="00C02E79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5778FE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0E7C2F8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A29BF39" w:rsidR="00F1480E" w:rsidRPr="000754EC" w:rsidRDefault="00DC6C4B" w:rsidP="00381593">
            <w:pPr>
              <w:pStyle w:val="SIText"/>
            </w:pPr>
            <w:r>
              <w:t>Forest Growing and</w:t>
            </w:r>
            <w:r w:rsidR="007B5138">
              <w:t xml:space="preserve"> </w:t>
            </w:r>
            <w:r>
              <w:t xml:space="preserve">Management </w:t>
            </w:r>
            <w:r w:rsidR="007B5138">
              <w:t>(</w:t>
            </w:r>
            <w:r>
              <w:t>FGM</w:t>
            </w:r>
            <w:r w:rsidR="007B5138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027D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7E88DE3" w:rsidR="00A027D4" w:rsidRPr="00A027D4" w:rsidRDefault="00A027D4" w:rsidP="00A027D4">
            <w:pPr>
              <w:pStyle w:val="SIText"/>
            </w:pPr>
            <w:r w:rsidRPr="00A027D4">
              <w:t xml:space="preserve">1. </w:t>
            </w:r>
            <w:proofErr w:type="gramStart"/>
            <w:r w:rsidR="006F5A40" w:rsidRPr="0024324E">
              <w:t>I</w:t>
            </w:r>
            <w:r w:rsidR="00DF2E36">
              <w:t>dentify</w:t>
            </w:r>
            <w:proofErr w:type="gramEnd"/>
            <w:r w:rsidR="00CD6E9A">
              <w:t xml:space="preserve"> and communicate measures for </w:t>
            </w:r>
            <w:r w:rsidR="00540B1D">
              <w:t>enhancing</w:t>
            </w:r>
            <w:r w:rsidR="00B42889">
              <w:t xml:space="preserve"> </w:t>
            </w:r>
            <w:r w:rsidR="00540B1D" w:rsidRPr="00540B1D">
              <w:t>environmenta</w:t>
            </w:r>
            <w:r w:rsidR="000B3DD6">
              <w:t>l</w:t>
            </w:r>
            <w:r w:rsidR="00540B1D" w:rsidRPr="00540B1D">
              <w:t xml:space="preserve"> sustainab</w:t>
            </w:r>
            <w:r w:rsidR="00785F24">
              <w:t>ility</w:t>
            </w:r>
            <w:r w:rsidR="00540B1D" w:rsidRPr="00540B1D">
              <w:t xml:space="preserve"> at forestry work site</w:t>
            </w:r>
          </w:p>
        </w:tc>
        <w:tc>
          <w:tcPr>
            <w:tcW w:w="3604" w:type="pct"/>
            <w:shd w:val="clear" w:color="auto" w:fill="auto"/>
          </w:tcPr>
          <w:p w14:paraId="6CE881E8" w14:textId="2F983A4C" w:rsidR="001D56C4" w:rsidRPr="001D56C4" w:rsidRDefault="001D56C4" w:rsidP="001D56C4">
            <w:r>
              <w:t>1</w:t>
            </w:r>
            <w:r w:rsidRPr="0024324E">
              <w:t xml:space="preserve">.1 </w:t>
            </w:r>
            <w:r w:rsidR="00644A07">
              <w:t>Con</w:t>
            </w:r>
            <w:r w:rsidR="001A45C5">
              <w:t>sul</w:t>
            </w:r>
            <w:r w:rsidR="000B3DD6">
              <w:t>t site</w:t>
            </w:r>
            <w:r w:rsidR="001A45C5">
              <w:t xml:space="preserve"> plans and documents to</w:t>
            </w:r>
            <w:r w:rsidR="00644A07">
              <w:t xml:space="preserve"> </w:t>
            </w:r>
            <w:r w:rsidR="000B3DD6">
              <w:t xml:space="preserve">identify </w:t>
            </w:r>
            <w:r w:rsidRPr="0024324E">
              <w:t>environment</w:t>
            </w:r>
            <w:r w:rsidR="000B3DD6">
              <w:t xml:space="preserve"> protection measures</w:t>
            </w:r>
            <w:r w:rsidRPr="0024324E">
              <w:t xml:space="preserve"> </w:t>
            </w:r>
            <w:r w:rsidR="002E6E87">
              <w:t>required</w:t>
            </w:r>
            <w:r w:rsidRPr="0024324E">
              <w:t xml:space="preserve"> </w:t>
            </w:r>
            <w:r w:rsidR="001A45C5">
              <w:t xml:space="preserve">at </w:t>
            </w:r>
            <w:r w:rsidR="001A45C5" w:rsidRPr="001A45C5">
              <w:t xml:space="preserve">forestry work </w:t>
            </w:r>
            <w:proofErr w:type="gramStart"/>
            <w:r w:rsidR="001A45C5" w:rsidRPr="001A45C5">
              <w:t>site</w:t>
            </w:r>
            <w:proofErr w:type="gramEnd"/>
          </w:p>
          <w:p w14:paraId="2E886A7E" w14:textId="5467C2BF" w:rsidR="002E6E87" w:rsidRPr="001D56C4" w:rsidRDefault="001D56C4" w:rsidP="001D56C4">
            <w:r w:rsidRPr="0024324E">
              <w:t xml:space="preserve">1.2 </w:t>
            </w:r>
            <w:r w:rsidR="000B3DD6">
              <w:t xml:space="preserve">Apply </w:t>
            </w:r>
            <w:r w:rsidRPr="0024324E">
              <w:t xml:space="preserve">consultative processes to negotiate and agree on </w:t>
            </w:r>
            <w:r w:rsidR="00B113C2" w:rsidRPr="00B113C2">
              <w:t xml:space="preserve">environment protection </w:t>
            </w:r>
            <w:r w:rsidR="00B113C2">
              <w:t>measures t</w:t>
            </w:r>
            <w:r w:rsidR="00CD6E9A">
              <w:t>o</w:t>
            </w:r>
            <w:r w:rsidR="00B113C2">
              <w:t xml:space="preserve"> be implemented, </w:t>
            </w:r>
            <w:r w:rsidRPr="0024324E">
              <w:t xml:space="preserve">processes, objectives and </w:t>
            </w:r>
            <w:proofErr w:type="gramStart"/>
            <w:r w:rsidRPr="0024324E">
              <w:t>timelines</w:t>
            </w:r>
            <w:proofErr w:type="gramEnd"/>
          </w:p>
          <w:p w14:paraId="50B136C6" w14:textId="2788C2ED" w:rsidR="00B80BD8" w:rsidRDefault="001D56C4" w:rsidP="00B80BD8">
            <w:r w:rsidRPr="0024324E">
              <w:t xml:space="preserve">1.3 </w:t>
            </w:r>
            <w:r w:rsidR="00B80BD8">
              <w:t xml:space="preserve">Establish action plan for </w:t>
            </w:r>
            <w:r w:rsidR="00B80BD8" w:rsidRPr="00B80BD8">
              <w:t xml:space="preserve">implementation of environment protection </w:t>
            </w:r>
            <w:proofErr w:type="gramStart"/>
            <w:r w:rsidR="00B80BD8" w:rsidRPr="00B80BD8">
              <w:t>measures</w:t>
            </w:r>
            <w:proofErr w:type="gramEnd"/>
          </w:p>
          <w:p w14:paraId="44AACB20" w14:textId="0DCA7DE1" w:rsidR="002E6E87" w:rsidRDefault="002E6E87" w:rsidP="00B80BD8">
            <w:r>
              <w:t xml:space="preserve">1.4 Communicate </w:t>
            </w:r>
            <w:r w:rsidR="00B113C2">
              <w:t>action plan to</w:t>
            </w:r>
            <w:r>
              <w:t xml:space="preserve"> contractors</w:t>
            </w:r>
            <w:r w:rsidR="00B113C2">
              <w:t xml:space="preserve">, </w:t>
            </w:r>
            <w:r>
              <w:t>site personnel</w:t>
            </w:r>
            <w:r w:rsidR="00B113C2">
              <w:t xml:space="preserve"> and other </w:t>
            </w:r>
            <w:proofErr w:type="gramStart"/>
            <w:r w:rsidR="00B113C2">
              <w:t>stakeholders</w:t>
            </w:r>
            <w:proofErr w:type="gramEnd"/>
          </w:p>
          <w:p w14:paraId="1696B99B" w14:textId="22EB53AF" w:rsidR="00A027D4" w:rsidRPr="00A027D4" w:rsidRDefault="00B80BD8" w:rsidP="00B80BD8">
            <w:r>
              <w:t>1.</w:t>
            </w:r>
            <w:r w:rsidR="002E6E87">
              <w:t>5</w:t>
            </w:r>
            <w:r>
              <w:t xml:space="preserve"> Confirm processes for assess</w:t>
            </w:r>
            <w:r w:rsidR="00DA5290">
              <w:t>ing</w:t>
            </w:r>
            <w:r>
              <w:t xml:space="preserve"> effectiveness of </w:t>
            </w:r>
            <w:r w:rsidRPr="00B80BD8">
              <w:t>environment protection measures</w:t>
            </w:r>
            <w:r>
              <w:t xml:space="preserve"> </w:t>
            </w:r>
            <w:r w:rsidR="00DA5290">
              <w:t>and r</w:t>
            </w:r>
            <w:r w:rsidR="001D56C4" w:rsidRPr="0024324E">
              <w:t>evis</w:t>
            </w:r>
            <w:r w:rsidR="00DA5290">
              <w:t>ing</w:t>
            </w:r>
            <w:r w:rsidR="001D56C4" w:rsidRPr="0024324E">
              <w:t xml:space="preserve"> </w:t>
            </w:r>
            <w:r w:rsidR="00DA5290">
              <w:t>measures</w:t>
            </w:r>
            <w:r w:rsidR="00DA5290" w:rsidRPr="0024324E">
              <w:t xml:space="preserve"> </w:t>
            </w:r>
            <w:r w:rsidR="001D56C4" w:rsidRPr="0024324E">
              <w:t>to ensure ongoing improvement</w:t>
            </w:r>
          </w:p>
        </w:tc>
      </w:tr>
      <w:tr w:rsidR="00A027D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848B065" w:rsidR="00A027D4" w:rsidRPr="00A027D4" w:rsidRDefault="00A027D4" w:rsidP="00A027D4">
            <w:pPr>
              <w:pStyle w:val="SIText"/>
            </w:pPr>
            <w:r w:rsidRPr="00A027D4">
              <w:t xml:space="preserve">2. </w:t>
            </w:r>
            <w:r w:rsidR="00272F0C" w:rsidRPr="0024324E">
              <w:t>Ma</w:t>
            </w:r>
            <w:r w:rsidR="00A40B62">
              <w:t>intain</w:t>
            </w:r>
            <w:r w:rsidR="00272F0C" w:rsidRPr="0024324E">
              <w:t xml:space="preserve"> </w:t>
            </w:r>
            <w:r w:rsidR="006C1502">
              <w:t xml:space="preserve">quality of </w:t>
            </w:r>
            <w:proofErr w:type="gramStart"/>
            <w:r w:rsidR="006C1502">
              <w:t xml:space="preserve">water, </w:t>
            </w:r>
            <w:r w:rsidR="006C1502" w:rsidRPr="0024324E">
              <w:t xml:space="preserve"> </w:t>
            </w:r>
            <w:r w:rsidR="00272F0C" w:rsidRPr="0024324E">
              <w:t>of</w:t>
            </w:r>
            <w:proofErr w:type="gramEnd"/>
            <w:r w:rsidR="00272F0C" w:rsidRPr="0024324E">
              <w:t xml:space="preserve"> water bodies</w:t>
            </w:r>
            <w:r w:rsidR="00641697">
              <w:t xml:space="preserve"> </w:t>
            </w:r>
            <w:r w:rsidR="00EE320C">
              <w:t xml:space="preserve">and </w:t>
            </w:r>
            <w:r w:rsidR="006C1502">
              <w:t>adjacent land areas</w:t>
            </w:r>
          </w:p>
        </w:tc>
        <w:tc>
          <w:tcPr>
            <w:tcW w:w="3604" w:type="pct"/>
            <w:shd w:val="clear" w:color="auto" w:fill="auto"/>
          </w:tcPr>
          <w:p w14:paraId="01BFDD87" w14:textId="0A9FA162" w:rsidR="00B7766B" w:rsidRPr="00B7766B" w:rsidRDefault="00B7766B" w:rsidP="00B7766B">
            <w:r w:rsidRPr="0024324E">
              <w:t xml:space="preserve">2.1 </w:t>
            </w:r>
            <w:r w:rsidR="00A40B62">
              <w:t xml:space="preserve">Confirm </w:t>
            </w:r>
            <w:r w:rsidR="00A40B62" w:rsidRPr="00A40B62">
              <w:t xml:space="preserve">environment protection measures </w:t>
            </w:r>
            <w:r w:rsidRPr="0024324E">
              <w:t xml:space="preserve">to </w:t>
            </w:r>
            <w:r w:rsidR="00D04B97" w:rsidRPr="00D04B97">
              <w:t xml:space="preserve">minimise the impact of forestry operations </w:t>
            </w:r>
            <w:r w:rsidR="00D04B97">
              <w:t xml:space="preserve">on </w:t>
            </w:r>
            <w:r w:rsidR="00AD441A">
              <w:t>water bodies</w:t>
            </w:r>
            <w:r w:rsidR="00A40F5B">
              <w:t xml:space="preserve"> / courses</w:t>
            </w:r>
            <w:r w:rsidR="00651825">
              <w:t xml:space="preserve">, </w:t>
            </w:r>
            <w:r w:rsidR="00AD441A">
              <w:t xml:space="preserve">adjacent </w:t>
            </w:r>
            <w:r w:rsidR="005E04DA">
              <w:t xml:space="preserve">land </w:t>
            </w:r>
            <w:r w:rsidR="00AD441A">
              <w:t>areas</w:t>
            </w:r>
            <w:r w:rsidR="00651825">
              <w:t xml:space="preserve"> and water </w:t>
            </w:r>
            <w:proofErr w:type="gramStart"/>
            <w:r w:rsidR="00651825">
              <w:t>quality</w:t>
            </w:r>
            <w:proofErr w:type="gramEnd"/>
            <w:r w:rsidR="005D0A4C">
              <w:t xml:space="preserve"> </w:t>
            </w:r>
          </w:p>
          <w:p w14:paraId="38A23B57" w14:textId="54A7F3C8" w:rsidR="00B7766B" w:rsidRPr="00B7766B" w:rsidRDefault="00B7766B" w:rsidP="00B7766B">
            <w:r w:rsidRPr="0024324E">
              <w:t xml:space="preserve">2.2 Source and use water from locations other than mains water </w:t>
            </w:r>
            <w:r w:rsidR="00A40F5B">
              <w:t xml:space="preserve">according to workplace procedures and environmental </w:t>
            </w:r>
            <w:proofErr w:type="gramStart"/>
            <w:r w:rsidR="00A40F5B">
              <w:t>requirements</w:t>
            </w:r>
            <w:proofErr w:type="gramEnd"/>
          </w:p>
          <w:p w14:paraId="42CB5465" w14:textId="1A245788" w:rsidR="00B7766B" w:rsidRPr="00B7766B" w:rsidRDefault="00B7766B" w:rsidP="00B7766B">
            <w:r w:rsidRPr="0024324E">
              <w:t>2.3</w:t>
            </w:r>
            <w:r w:rsidR="003567D3">
              <w:t xml:space="preserve"> O</w:t>
            </w:r>
            <w:r w:rsidRPr="0024324E">
              <w:t xml:space="preserve">ptimise use of run-off water </w:t>
            </w:r>
            <w:r w:rsidR="003567D3" w:rsidRPr="003567D3">
              <w:t xml:space="preserve">according to workplace procedures and environmental </w:t>
            </w:r>
            <w:proofErr w:type="gramStart"/>
            <w:r w:rsidR="003567D3" w:rsidRPr="003567D3">
              <w:t>requirements</w:t>
            </w:r>
            <w:proofErr w:type="gramEnd"/>
          </w:p>
          <w:p w14:paraId="6BB72E57" w14:textId="26AE5795" w:rsidR="00A027D4" w:rsidRPr="00A027D4" w:rsidRDefault="00B7766B" w:rsidP="00B7766B">
            <w:pPr>
              <w:pStyle w:val="SIText"/>
            </w:pPr>
            <w:r w:rsidRPr="0024324E">
              <w:t xml:space="preserve">2.4 </w:t>
            </w:r>
            <w:r w:rsidR="00641697">
              <w:t>Apply</w:t>
            </w:r>
            <w:r w:rsidR="00641697" w:rsidRPr="0024324E">
              <w:t xml:space="preserve"> </w:t>
            </w:r>
            <w:r w:rsidRPr="0024324E">
              <w:t xml:space="preserve">planting strategies to </w:t>
            </w:r>
            <w:r w:rsidR="00763297">
              <w:t xml:space="preserve">minimise the </w:t>
            </w:r>
            <w:r w:rsidR="00763297" w:rsidRPr="00763297">
              <w:t>impact of forestry operations on the integrity of water bodies / courses</w:t>
            </w:r>
            <w:r w:rsidR="00763297">
              <w:t>,</w:t>
            </w:r>
            <w:r w:rsidR="00763297" w:rsidRPr="00763297">
              <w:t xml:space="preserve"> adjacent </w:t>
            </w:r>
            <w:proofErr w:type="gramStart"/>
            <w:r w:rsidR="00763297" w:rsidRPr="00763297">
              <w:t>areas</w:t>
            </w:r>
            <w:proofErr w:type="gramEnd"/>
            <w:r w:rsidR="00763297">
              <w:t xml:space="preserve"> and water quality</w:t>
            </w:r>
          </w:p>
        </w:tc>
      </w:tr>
      <w:tr w:rsidR="00A027D4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962A6CE" w:rsidR="00A027D4" w:rsidRPr="00A027D4" w:rsidRDefault="00A027D4" w:rsidP="00A027D4">
            <w:pPr>
              <w:pStyle w:val="SIText"/>
            </w:pPr>
            <w:r w:rsidRPr="00A027D4">
              <w:t xml:space="preserve">3. </w:t>
            </w:r>
            <w:proofErr w:type="gramStart"/>
            <w:r w:rsidR="00EF5428">
              <w:t>Maintain</w:t>
            </w:r>
            <w:proofErr w:type="gramEnd"/>
            <w:r w:rsidR="00EF5428">
              <w:t xml:space="preserve"> soil integrity</w:t>
            </w:r>
          </w:p>
        </w:tc>
        <w:tc>
          <w:tcPr>
            <w:tcW w:w="3604" w:type="pct"/>
            <w:shd w:val="clear" w:color="auto" w:fill="auto"/>
          </w:tcPr>
          <w:p w14:paraId="379D7821" w14:textId="14B62E4D" w:rsidR="00763297" w:rsidRPr="00763297" w:rsidRDefault="00BF31F5" w:rsidP="00763297">
            <w:r w:rsidRPr="0024324E">
              <w:t xml:space="preserve">3.1 </w:t>
            </w:r>
            <w:r w:rsidR="00763297" w:rsidRPr="00763297">
              <w:t xml:space="preserve">Confirm environment protection measures </w:t>
            </w:r>
            <w:r w:rsidR="00A8403C">
              <w:t>to</w:t>
            </w:r>
            <w:r w:rsidR="00763297" w:rsidRPr="00763297">
              <w:t xml:space="preserve"> minimise the impact of forestry operations on </w:t>
            </w:r>
            <w:r w:rsidR="00763297">
              <w:t>soil</w:t>
            </w:r>
            <w:r w:rsidR="00897427">
              <w:t xml:space="preserve"> degradation</w:t>
            </w:r>
            <w:r w:rsidR="00A8403C">
              <w:t xml:space="preserve">, soil </w:t>
            </w:r>
            <w:r w:rsidR="00763297">
              <w:t>erosion</w:t>
            </w:r>
            <w:r w:rsidR="00D07677">
              <w:t>, soil compaction</w:t>
            </w:r>
            <w:r w:rsidR="00763297">
              <w:t xml:space="preserve"> and </w:t>
            </w:r>
            <w:r w:rsidR="00A8403C">
              <w:t xml:space="preserve">the </w:t>
            </w:r>
            <w:r w:rsidR="00763297">
              <w:t xml:space="preserve">siltation of water </w:t>
            </w:r>
            <w:proofErr w:type="gramStart"/>
            <w:r w:rsidR="00763007">
              <w:t>bodies</w:t>
            </w:r>
            <w:proofErr w:type="gramEnd"/>
          </w:p>
          <w:p w14:paraId="7C104250" w14:textId="2888CD69" w:rsidR="00A027D4" w:rsidRPr="00A027D4" w:rsidRDefault="00BF31F5" w:rsidP="00C02E79">
            <w:r w:rsidRPr="0024324E">
              <w:t xml:space="preserve">3.2 </w:t>
            </w:r>
            <w:r w:rsidR="00466187">
              <w:t xml:space="preserve">Apply </w:t>
            </w:r>
            <w:r w:rsidR="00466187" w:rsidRPr="00466187">
              <w:t xml:space="preserve">environment protection measures </w:t>
            </w:r>
            <w:r w:rsidR="00466187">
              <w:t>to minimise s</w:t>
            </w:r>
            <w:r w:rsidR="00466187" w:rsidRPr="00466187">
              <w:t>oil erosion, nutrient removal, compaction, changes in organic matter content and soil water statu</w:t>
            </w:r>
            <w:r w:rsidR="00466187">
              <w:t>s</w:t>
            </w:r>
          </w:p>
        </w:tc>
      </w:tr>
      <w:tr w:rsidR="001570FB" w:rsidRPr="00963A46" w14:paraId="31212A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B4782" w14:textId="2FC60FA8" w:rsidR="001570FB" w:rsidRPr="00A027D4" w:rsidRDefault="001570FB" w:rsidP="00A027D4">
            <w:pPr>
              <w:pStyle w:val="SIText"/>
            </w:pPr>
            <w:r>
              <w:lastRenderedPageBreak/>
              <w:t xml:space="preserve">4. </w:t>
            </w:r>
            <w:proofErr w:type="gramStart"/>
            <w:r>
              <w:t>Maintain</w:t>
            </w:r>
            <w:proofErr w:type="gramEnd"/>
            <w:r>
              <w:t xml:space="preserve"> integri</w:t>
            </w:r>
            <w:r w:rsidR="00DB684E">
              <w:t xml:space="preserve">ty of natural and cultural </w:t>
            </w:r>
            <w:r w:rsidR="00561F5B">
              <w:t xml:space="preserve">heritage </w:t>
            </w:r>
            <w:r w:rsidR="00DB684E">
              <w:t>assets</w:t>
            </w:r>
          </w:p>
        </w:tc>
        <w:tc>
          <w:tcPr>
            <w:tcW w:w="3604" w:type="pct"/>
            <w:shd w:val="clear" w:color="auto" w:fill="auto"/>
          </w:tcPr>
          <w:p w14:paraId="0359BD37" w14:textId="351FBA18" w:rsidR="00C559E8" w:rsidRDefault="002077E3" w:rsidP="00DB684E">
            <w:r>
              <w:t>4</w:t>
            </w:r>
            <w:r w:rsidR="00DB684E" w:rsidRPr="00DB684E">
              <w:t xml:space="preserve">.1 </w:t>
            </w:r>
            <w:r w:rsidR="00C559E8">
              <w:t xml:space="preserve">Confirm location of </w:t>
            </w:r>
            <w:r w:rsidR="00C559E8" w:rsidRPr="00C559E8">
              <w:t>natural and cultural heritage assets</w:t>
            </w:r>
            <w:r w:rsidR="00C559E8">
              <w:t xml:space="preserve"> in forestry operations site and adjacent land </w:t>
            </w:r>
            <w:proofErr w:type="gramStart"/>
            <w:r w:rsidR="00C559E8">
              <w:t>areas</w:t>
            </w:r>
            <w:proofErr w:type="gramEnd"/>
          </w:p>
          <w:p w14:paraId="3BF322E3" w14:textId="40724406" w:rsidR="00DB684E" w:rsidRPr="00DB684E" w:rsidRDefault="00C559E8" w:rsidP="00DB684E">
            <w:r>
              <w:t xml:space="preserve">4.2 </w:t>
            </w:r>
            <w:r w:rsidR="00DB684E" w:rsidRPr="00DB684E">
              <w:t xml:space="preserve">Confirm environment protection measures to minimise the impact of forestry operations on </w:t>
            </w:r>
            <w:r w:rsidR="00561F5B" w:rsidRPr="00561F5B">
              <w:t xml:space="preserve">natural and cultural heritage </w:t>
            </w:r>
            <w:proofErr w:type="gramStart"/>
            <w:r w:rsidR="00561F5B" w:rsidRPr="00561F5B">
              <w:t>assets</w:t>
            </w:r>
            <w:proofErr w:type="gramEnd"/>
            <w:r w:rsidR="00806CCB">
              <w:t xml:space="preserve"> </w:t>
            </w:r>
          </w:p>
          <w:p w14:paraId="46832B4E" w14:textId="2DC7DAD9" w:rsidR="001570FB" w:rsidRPr="0024324E" w:rsidRDefault="002077E3" w:rsidP="00DB684E">
            <w:r>
              <w:t>4</w:t>
            </w:r>
            <w:r w:rsidR="00DB684E" w:rsidRPr="00DB684E">
              <w:t>.</w:t>
            </w:r>
            <w:r w:rsidR="00C559E8">
              <w:t>3</w:t>
            </w:r>
            <w:r w:rsidR="00DB684E" w:rsidRPr="00DB684E">
              <w:t xml:space="preserve"> Apply environment protection measures to </w:t>
            </w:r>
            <w:r w:rsidRPr="002077E3">
              <w:t>minimise the impact of forestry operations on natural and cultural heritage assets</w:t>
            </w:r>
          </w:p>
        </w:tc>
      </w:tr>
      <w:tr w:rsidR="00A027D4" w:rsidRPr="00963A46" w14:paraId="520723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13D45A" w14:textId="233D02D9" w:rsidR="00A027D4" w:rsidRPr="00A027D4" w:rsidRDefault="00B15074" w:rsidP="00A027D4">
            <w:pPr>
              <w:pStyle w:val="SIText"/>
            </w:pPr>
            <w:r>
              <w:t>5</w:t>
            </w:r>
            <w:r w:rsidR="00A027D4" w:rsidRPr="00A027D4">
              <w:t xml:space="preserve">. </w:t>
            </w:r>
            <w:r w:rsidR="007F49A7" w:rsidRPr="0024324E">
              <w:t>Complete environmental audit</w:t>
            </w:r>
          </w:p>
        </w:tc>
        <w:tc>
          <w:tcPr>
            <w:tcW w:w="3604" w:type="pct"/>
            <w:shd w:val="clear" w:color="auto" w:fill="auto"/>
          </w:tcPr>
          <w:p w14:paraId="17361849" w14:textId="664A5A72" w:rsidR="002B0C89" w:rsidRPr="002B0C89" w:rsidRDefault="00EC1368" w:rsidP="002B0C89">
            <w:r>
              <w:t>5</w:t>
            </w:r>
            <w:r w:rsidR="002B0C89" w:rsidRPr="0024324E">
              <w:t>.1 Determine need</w:t>
            </w:r>
            <w:r w:rsidR="00B15074">
              <w:t xml:space="preserve"> and confirm procedures</w:t>
            </w:r>
            <w:r w:rsidR="002B0C89" w:rsidRPr="0024324E">
              <w:t xml:space="preserve"> for an environmental </w:t>
            </w:r>
            <w:proofErr w:type="gramStart"/>
            <w:r w:rsidR="002B0C89" w:rsidRPr="0024324E">
              <w:t>audit</w:t>
            </w:r>
            <w:proofErr w:type="gramEnd"/>
          </w:p>
          <w:p w14:paraId="114E60B8" w14:textId="764795E7" w:rsidR="002B0C89" w:rsidRPr="002B0C89" w:rsidRDefault="00EC1368" w:rsidP="002B0C89">
            <w:r>
              <w:t>5</w:t>
            </w:r>
            <w:r w:rsidR="002B0C89" w:rsidRPr="0024324E">
              <w:t xml:space="preserve">.2 Conduct environmental audit </w:t>
            </w:r>
            <w:r w:rsidR="00EF5428">
              <w:t>according to workplace</w:t>
            </w:r>
            <w:r w:rsidR="002B0C89" w:rsidRPr="0024324E">
              <w:t xml:space="preserve"> procedures</w:t>
            </w:r>
          </w:p>
          <w:p w14:paraId="06E12F2A" w14:textId="6BA880CE" w:rsidR="002B0C89" w:rsidRDefault="00EC1368" w:rsidP="002B0C89">
            <w:r>
              <w:t>5</w:t>
            </w:r>
            <w:r w:rsidR="002B0C89" w:rsidRPr="0024324E">
              <w:t xml:space="preserve">.3 </w:t>
            </w:r>
            <w:r w:rsidR="00EC0574">
              <w:t>Engage</w:t>
            </w:r>
            <w:r w:rsidR="001831E9" w:rsidRPr="001831E9">
              <w:t xml:space="preserve"> contractors, site personnel and other stakeholders</w:t>
            </w:r>
            <w:r w:rsidR="00EC0574">
              <w:t xml:space="preserve"> in the </w:t>
            </w:r>
            <w:r w:rsidR="003F7754">
              <w:t>conduct</w:t>
            </w:r>
            <w:r w:rsidR="00EC0574">
              <w:t xml:space="preserve"> of the </w:t>
            </w:r>
            <w:r w:rsidR="00EC0574" w:rsidRPr="00EC0574">
              <w:t xml:space="preserve">environmental </w:t>
            </w:r>
            <w:proofErr w:type="gramStart"/>
            <w:r w:rsidR="00EC0574" w:rsidRPr="00EC0574">
              <w:t>audit</w:t>
            </w:r>
            <w:proofErr w:type="gramEnd"/>
          </w:p>
          <w:p w14:paraId="583FDA29" w14:textId="40812AA7" w:rsidR="00C23B79" w:rsidRPr="002B0C89" w:rsidRDefault="00EC1368" w:rsidP="002B0C89">
            <w:r>
              <w:t>5</w:t>
            </w:r>
            <w:r w:rsidR="00C23B79">
              <w:t xml:space="preserve">.4 </w:t>
            </w:r>
            <w:r w:rsidR="003F7754">
              <w:t>Document</w:t>
            </w:r>
            <w:r w:rsidR="00C23B79">
              <w:t xml:space="preserve"> </w:t>
            </w:r>
            <w:r w:rsidR="00C37209">
              <w:t xml:space="preserve">the </w:t>
            </w:r>
            <w:r w:rsidR="00C23B79">
              <w:t xml:space="preserve">outcomes of </w:t>
            </w:r>
            <w:r w:rsidR="00C37209">
              <w:t xml:space="preserve">the </w:t>
            </w:r>
            <w:r w:rsidR="00C23B79">
              <w:t xml:space="preserve">environmental audit and </w:t>
            </w:r>
            <w:r w:rsidR="00C37209">
              <w:t xml:space="preserve">provide </w:t>
            </w:r>
            <w:r w:rsidR="00C23B79" w:rsidRPr="00C23B79">
              <w:t xml:space="preserve">detailed and verifiable recommendations for improvements to environment protection </w:t>
            </w:r>
            <w:proofErr w:type="gramStart"/>
            <w:r w:rsidR="00A65E45">
              <w:t>measures</w:t>
            </w:r>
            <w:proofErr w:type="gramEnd"/>
          </w:p>
          <w:p w14:paraId="42C671C3" w14:textId="25991D50" w:rsidR="00A027D4" w:rsidRPr="00A027D4" w:rsidRDefault="00EC1368" w:rsidP="002B0C89">
            <w:r>
              <w:t>5</w:t>
            </w:r>
            <w:r w:rsidR="002B0C89" w:rsidRPr="0024324E">
              <w:t>.</w:t>
            </w:r>
            <w:r>
              <w:t>5</w:t>
            </w:r>
            <w:r w:rsidR="002B0C89" w:rsidRPr="0024324E">
              <w:t xml:space="preserve"> </w:t>
            </w:r>
            <w:r w:rsidR="00A65E45">
              <w:t>Communicate outcomes of</w:t>
            </w:r>
            <w:r w:rsidR="00A65E45" w:rsidRPr="0024324E">
              <w:t xml:space="preserve"> </w:t>
            </w:r>
            <w:r w:rsidR="002B0C89" w:rsidRPr="0024324E">
              <w:t xml:space="preserve">audit </w:t>
            </w:r>
            <w:r w:rsidR="00AA6836">
              <w:t xml:space="preserve">including recommendations to </w:t>
            </w:r>
            <w:proofErr w:type="gramStart"/>
            <w:r w:rsidR="00AA6836">
              <w:t>appropriate person</w:t>
            </w:r>
            <w:proofErr w:type="gramEnd"/>
            <w:r w:rsidR="00AA6836">
              <w:t xml:space="preserve"> </w:t>
            </w:r>
            <w:r w:rsidR="00AA6836" w:rsidRPr="00AA6836">
              <w:t>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5834" w:rsidRPr="00336FCA" w:rsidDel="00423CB2" w14:paraId="72A337A4" w14:textId="77777777" w:rsidTr="00CA2922">
        <w:tc>
          <w:tcPr>
            <w:tcW w:w="1396" w:type="pct"/>
          </w:tcPr>
          <w:p w14:paraId="3D8FBD76" w14:textId="28E96AEA" w:rsidR="002F5834" w:rsidRPr="002F5834" w:rsidRDefault="007453A0" w:rsidP="002F583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E642318" w14:textId="1E98AC5F" w:rsidR="002F5834" w:rsidRPr="002F5834" w:rsidRDefault="007453A0" w:rsidP="002F5834">
            <w:pPr>
              <w:pStyle w:val="SIBulletList1"/>
            </w:pPr>
            <w:r>
              <w:t xml:space="preserve">Read and interpret complex written documents and workplace procedures related to </w:t>
            </w:r>
            <w:r w:rsidRPr="007453A0">
              <w:t>environment protection measures</w:t>
            </w:r>
          </w:p>
        </w:tc>
      </w:tr>
      <w:tr w:rsidR="00C02E79" w:rsidRPr="00336FCA" w:rsidDel="00423CB2" w14:paraId="76A03647" w14:textId="77777777" w:rsidTr="00CA2922">
        <w:tc>
          <w:tcPr>
            <w:tcW w:w="1396" w:type="pct"/>
          </w:tcPr>
          <w:p w14:paraId="1B8D6C70" w14:textId="33784FEA" w:rsidR="00C02E79" w:rsidRDefault="00C02E79" w:rsidP="00C02E79">
            <w:pPr>
              <w:pStyle w:val="SIText"/>
            </w:pPr>
            <w:r w:rsidRPr="0024324E">
              <w:t xml:space="preserve">Writing </w:t>
            </w:r>
          </w:p>
        </w:tc>
        <w:tc>
          <w:tcPr>
            <w:tcW w:w="3604" w:type="pct"/>
          </w:tcPr>
          <w:p w14:paraId="1B85C9EC" w14:textId="299E9C33" w:rsidR="00C02E79" w:rsidRDefault="00C02E79" w:rsidP="00C02E79">
            <w:pPr>
              <w:pStyle w:val="SIBulletList1"/>
            </w:pPr>
            <w:r w:rsidRPr="0024324E">
              <w:t xml:space="preserve">Prepare </w:t>
            </w:r>
            <w:r>
              <w:t>written</w:t>
            </w:r>
            <w:r w:rsidRPr="0024324E">
              <w:t xml:space="preserve"> reports</w:t>
            </w:r>
            <w:r>
              <w:t xml:space="preserve"> using technical language</w:t>
            </w:r>
            <w:r w:rsidRPr="0024324E">
              <w:t xml:space="preserve"> where precise meaning is </w:t>
            </w:r>
            <w:proofErr w:type="gramStart"/>
            <w:r w:rsidRPr="0024324E">
              <w:t>required</w:t>
            </w:r>
            <w:proofErr w:type="gramEnd"/>
            <w:r w:rsidRPr="0024324E">
              <w:t xml:space="preserve"> and rationale for recommendations is justified</w:t>
            </w:r>
          </w:p>
        </w:tc>
      </w:tr>
      <w:tr w:rsidR="00C02E79" w:rsidRPr="00336FCA" w:rsidDel="00423CB2" w14:paraId="35D3C66D" w14:textId="77777777" w:rsidTr="00CA2922">
        <w:tc>
          <w:tcPr>
            <w:tcW w:w="1396" w:type="pct"/>
          </w:tcPr>
          <w:p w14:paraId="7E9005AF" w14:textId="53F3F5C9" w:rsidR="00C02E79" w:rsidRDefault="00C02E79" w:rsidP="00C02E79">
            <w:pPr>
              <w:pStyle w:val="SIText"/>
            </w:pPr>
            <w:r w:rsidRPr="0024324E">
              <w:t xml:space="preserve">Oral communication </w:t>
            </w:r>
          </w:p>
        </w:tc>
        <w:tc>
          <w:tcPr>
            <w:tcW w:w="3604" w:type="pct"/>
          </w:tcPr>
          <w:p w14:paraId="7636F7F7" w14:textId="51290579" w:rsidR="00C02E79" w:rsidRDefault="00C02E79" w:rsidP="00C02E79">
            <w:pPr>
              <w:pStyle w:val="SIBulletList1"/>
            </w:pPr>
            <w:r>
              <w:t xml:space="preserve">Conduct face to face discussions with diverse audiences </w:t>
            </w:r>
            <w:proofErr w:type="gramStart"/>
            <w:r>
              <w:t xml:space="preserve">on </w:t>
            </w:r>
            <w:r w:rsidRPr="0024324E">
              <w:t xml:space="preserve"> environmen</w:t>
            </w:r>
            <w:r>
              <w:t>t</w:t>
            </w:r>
            <w:proofErr w:type="gramEnd"/>
            <w:r>
              <w:t xml:space="preserve"> protection measures</w:t>
            </w:r>
          </w:p>
        </w:tc>
      </w:tr>
      <w:tr w:rsidR="00C02E79" w:rsidRPr="00336FCA" w:rsidDel="00423CB2" w14:paraId="33D093E7" w14:textId="77777777" w:rsidTr="00CA2922">
        <w:tc>
          <w:tcPr>
            <w:tcW w:w="1396" w:type="pct"/>
          </w:tcPr>
          <w:p w14:paraId="78C3361B" w14:textId="14CDE336" w:rsidR="00C02E79" w:rsidRDefault="00C02E79" w:rsidP="00C02E79">
            <w:pPr>
              <w:pStyle w:val="SIText"/>
            </w:pPr>
            <w:r w:rsidRPr="0024324E">
              <w:t>Numeracy</w:t>
            </w:r>
          </w:p>
        </w:tc>
        <w:tc>
          <w:tcPr>
            <w:tcW w:w="3604" w:type="pct"/>
          </w:tcPr>
          <w:p w14:paraId="73FFB506" w14:textId="399239ED" w:rsidR="00C02E79" w:rsidRDefault="00C02E79" w:rsidP="00C02E79">
            <w:pPr>
              <w:pStyle w:val="SIBulletList1"/>
            </w:pPr>
            <w:r w:rsidRPr="0024324E">
              <w:t>Analyse quantitative information and data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555C4BAC" w14:textId="62197E1E" w:rsidR="00DA54B5" w:rsidRDefault="007E214E" w:rsidP="00992874">
            <w:pPr>
              <w:pStyle w:val="SIText"/>
            </w:pPr>
            <w:r w:rsidRPr="007E214E">
              <w:t>FWP</w:t>
            </w:r>
            <w:r w:rsidR="003E376A">
              <w:t>FGM</w:t>
            </w:r>
            <w:r w:rsidRPr="007E214E">
              <w:t xml:space="preserve">4XXX Implement environmental management practices to a forestry operation </w:t>
            </w:r>
            <w:proofErr w:type="gramStart"/>
            <w:r w:rsidRPr="007E214E">
              <w:t>site</w:t>
            </w:r>
            <w:proofErr w:type="gramEnd"/>
          </w:p>
          <w:p w14:paraId="09E49E25" w14:textId="586313A2" w:rsidR="007E214E" w:rsidRPr="00C02E79" w:rsidRDefault="007E214E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2680F83F" w14:textId="77777777" w:rsidR="00A539B4" w:rsidRPr="00A027D4" w:rsidRDefault="00A539B4" w:rsidP="00C02E79">
            <w:pPr>
              <w:pStyle w:val="SIText"/>
            </w:pPr>
            <w:r w:rsidRPr="00A027D4">
              <w:t>FWPCOT520</w:t>
            </w:r>
            <w:r>
              <w:t>1</w:t>
            </w:r>
            <w:r w:rsidRPr="00A027D4">
              <w:t xml:space="preserve"> </w:t>
            </w:r>
            <w:r w:rsidRPr="0024324E">
              <w:t xml:space="preserve">Implement sustainable forestry </w:t>
            </w:r>
            <w:proofErr w:type="gramStart"/>
            <w:r w:rsidRPr="0024324E">
              <w:t>practices</w:t>
            </w:r>
            <w:proofErr w:type="gramEnd"/>
          </w:p>
          <w:p w14:paraId="2293AA64" w14:textId="39C5127D" w:rsidR="00DA54B5" w:rsidRPr="00C02E79" w:rsidRDefault="00DA54B5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5736F78E" w14:textId="22DAE60B" w:rsidR="00DA54B5" w:rsidRPr="00C02E79" w:rsidRDefault="00746C5A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New Title</w:t>
            </w:r>
          </w:p>
          <w:p w14:paraId="42B7F3C3" w14:textId="77777777" w:rsidR="00C02E79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4C936C7" w14:textId="39030179" w:rsidR="00746C5A" w:rsidRPr="00C02E79" w:rsidRDefault="00746C5A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C02E79" w:rsidRPr="00C02E79">
              <w:rPr>
                <w:rStyle w:val="SITemporaryText-red"/>
                <w:color w:val="auto"/>
                <w:sz w:val="20"/>
              </w:rPr>
              <w:t xml:space="preserve">and added new </w:t>
            </w:r>
            <w:r w:rsidRPr="00C02E79">
              <w:rPr>
                <w:rStyle w:val="SITemporaryText-red"/>
                <w:color w:val="auto"/>
                <w:sz w:val="20"/>
              </w:rPr>
              <w:t>Elements and Performance Criteria</w:t>
            </w:r>
          </w:p>
          <w:p w14:paraId="435C5460" w14:textId="77777777" w:rsidR="00C02E79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DCF029D" w14:textId="481DC369" w:rsidR="00F308BF" w:rsidRPr="00C02E79" w:rsidRDefault="00F308BF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38DE797F" w14:textId="77777777" w:rsidR="00C02E79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0C8A8E54" w:rsidR="00F308BF" w:rsidRPr="00C02E79" w:rsidRDefault="00F308BF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Revised Assessment Conditions to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comply with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Standards for Training Packages</w:t>
            </w:r>
          </w:p>
        </w:tc>
        <w:tc>
          <w:tcPr>
            <w:tcW w:w="1616" w:type="pct"/>
          </w:tcPr>
          <w:p w14:paraId="76E3432F" w14:textId="32802F72" w:rsidR="00DA54B5" w:rsidRPr="00C02E79" w:rsidRDefault="00C02E79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Not equivalent</w:t>
            </w:r>
            <w:r w:rsidR="00DA54B5" w:rsidRPr="00C02E79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630AC2B" w14:textId="71855954" w:rsidR="00DA54B5" w:rsidRPr="00C02E79" w:rsidRDefault="00DA54B5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381593" w14:paraId="7EFB7203" w14:textId="77777777" w:rsidTr="00F33FF2">
        <w:tc>
          <w:tcPr>
            <w:tcW w:w="1028" w:type="pct"/>
          </w:tcPr>
          <w:p w14:paraId="6B803FA7" w14:textId="2FDA4776" w:rsidR="00381593" w:rsidRPr="00381593" w:rsidRDefault="00381593" w:rsidP="00381593">
            <w:pPr>
              <w:pStyle w:val="SIText"/>
            </w:pPr>
          </w:p>
        </w:tc>
        <w:tc>
          <w:tcPr>
            <w:tcW w:w="1105" w:type="pct"/>
          </w:tcPr>
          <w:p w14:paraId="3216D365" w14:textId="672920C0" w:rsidR="00381593" w:rsidRPr="00381593" w:rsidRDefault="00381593" w:rsidP="00381593">
            <w:pPr>
              <w:pStyle w:val="SIText"/>
            </w:pPr>
          </w:p>
        </w:tc>
        <w:tc>
          <w:tcPr>
            <w:tcW w:w="1251" w:type="pct"/>
          </w:tcPr>
          <w:p w14:paraId="30B8888F" w14:textId="031F69C3" w:rsidR="00381593" w:rsidRPr="00381593" w:rsidRDefault="00381593" w:rsidP="00381593">
            <w:pPr>
              <w:pStyle w:val="SIText"/>
              <w:rPr>
                <w:rStyle w:val="SITemporaryText-blue"/>
              </w:rPr>
            </w:pPr>
          </w:p>
        </w:tc>
        <w:tc>
          <w:tcPr>
            <w:tcW w:w="1616" w:type="pct"/>
          </w:tcPr>
          <w:p w14:paraId="325B98A3" w14:textId="6FFE2006" w:rsidR="00381593" w:rsidRPr="00381593" w:rsidRDefault="00381593" w:rsidP="00381593">
            <w:pPr>
              <w:pStyle w:val="SIText"/>
              <w:rPr>
                <w:rStyle w:val="SITemporaryText-blue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0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3C0D82A" w:rsidR="00556C4C" w:rsidRPr="000754EC" w:rsidRDefault="00556C4C" w:rsidP="00A539B4">
            <w:pPr>
              <w:pStyle w:val="SIHeading2"/>
            </w:pPr>
            <w:r w:rsidRPr="00F56827">
              <w:t xml:space="preserve">Assessment requirements for </w:t>
            </w:r>
            <w:r w:rsidR="00A539B4" w:rsidRPr="00A027D4">
              <w:t>FWP</w:t>
            </w:r>
            <w:r w:rsidR="003E376A">
              <w:t>FGM</w:t>
            </w:r>
            <w:r w:rsidR="005778FE">
              <w:t>4XXX</w:t>
            </w:r>
            <w:r w:rsidR="00A539B4" w:rsidRPr="00A027D4">
              <w:t xml:space="preserve"> </w:t>
            </w:r>
            <w:r w:rsidR="005778FE" w:rsidRPr="005778FE">
              <w:t>Implement environmental management practices to a forestry operation site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A1F1954" w:rsidR="00DA54B5" w:rsidRDefault="00DA54B5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61B9E61" w14:textId="77777777" w:rsidR="00C02E79" w:rsidRPr="00C02E79" w:rsidRDefault="00C02E79" w:rsidP="009928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FD3D4C3" w14:textId="4D37E0A0" w:rsidR="0073311B" w:rsidRPr="00C02E79" w:rsidRDefault="00DA54B5" w:rsidP="00C02E79">
            <w:pPr>
              <w:pStyle w:val="SIText"/>
            </w:pPr>
            <w:r w:rsidRPr="00C02E79">
              <w:rPr>
                <w:rStyle w:val="SITemporaryText-red"/>
                <w:color w:val="auto"/>
                <w:sz w:val="20"/>
              </w:rPr>
              <w:t>There must be evidence that</w:t>
            </w:r>
            <w:r w:rsidR="00C02E79" w:rsidRPr="00C02E79">
              <w:rPr>
                <w:rStyle w:val="SITemporaryText-red"/>
                <w:color w:val="auto"/>
                <w:sz w:val="20"/>
              </w:rPr>
              <w:t>,</w:t>
            </w:r>
            <w:r w:rsidRPr="00C02E79">
              <w:rPr>
                <w:rStyle w:val="SITemporaryText-red"/>
                <w:color w:val="auto"/>
                <w:sz w:val="20"/>
              </w:rPr>
              <w:t xml:space="preserve"> </w:t>
            </w:r>
            <w:r w:rsidR="00C02E79" w:rsidRPr="00C02E79">
              <w:rPr>
                <w:rStyle w:val="SITemporaryText-red"/>
                <w:color w:val="auto"/>
                <w:sz w:val="20"/>
              </w:rPr>
              <w:t>on one occasion</w:t>
            </w:r>
            <w:r w:rsidR="00C02E79" w:rsidRPr="00C02E79">
              <w:rPr>
                <w:rStyle w:val="SITemporaryText-red"/>
                <w:color w:val="auto"/>
                <w:sz w:val="20"/>
              </w:rPr>
              <w:t xml:space="preserve">, </w:t>
            </w:r>
            <w:r w:rsidRPr="00C02E79">
              <w:rPr>
                <w:rStyle w:val="SITemporaryText-red"/>
                <w:color w:val="auto"/>
                <w:sz w:val="20"/>
              </w:rPr>
              <w:t>the individual has</w:t>
            </w:r>
            <w:r w:rsidR="003F7754" w:rsidRPr="00C02E79">
              <w:rPr>
                <w:rStyle w:val="SITemporaryText-red"/>
                <w:color w:val="auto"/>
                <w:sz w:val="20"/>
              </w:rPr>
              <w:t>:</w:t>
            </w:r>
          </w:p>
          <w:p w14:paraId="6C960DE9" w14:textId="245FA5A3" w:rsidR="0073311B" w:rsidRPr="00D63D15" w:rsidRDefault="003F7754" w:rsidP="0073311B">
            <w:pPr>
              <w:pStyle w:val="SIBulletList1"/>
            </w:pPr>
            <w:r>
              <w:t>i</w:t>
            </w:r>
            <w:r w:rsidR="005D6412">
              <w:t>mplemented</w:t>
            </w:r>
            <w:r w:rsidR="0073311B" w:rsidRPr="00D63D15">
              <w:t xml:space="preserve"> </w:t>
            </w:r>
            <w:r w:rsidR="005D6412" w:rsidRPr="005D6412">
              <w:t xml:space="preserve">environmentally sustainable forest industry practices at a </w:t>
            </w:r>
            <w:proofErr w:type="gramStart"/>
            <w:r w:rsidR="005D6412" w:rsidRPr="005D6412">
              <w:t>forestry operations</w:t>
            </w:r>
            <w:proofErr w:type="gramEnd"/>
            <w:r w:rsidR="005D6412" w:rsidRPr="005D6412">
              <w:t xml:space="preserve"> work site </w:t>
            </w:r>
          </w:p>
          <w:p w14:paraId="3F4E2EAA" w14:textId="00DDF5A8" w:rsidR="00556C4C" w:rsidRPr="000754EC" w:rsidRDefault="003F7754" w:rsidP="0073311B">
            <w:pPr>
              <w:pStyle w:val="SIBulletList1"/>
            </w:pPr>
            <w:r>
              <w:t>c</w:t>
            </w:r>
            <w:r w:rsidR="0073311B" w:rsidRPr="00D63D15">
              <w:t>o</w:t>
            </w:r>
            <w:r w:rsidR="0022352C">
              <w:t>nducted</w:t>
            </w:r>
            <w:r w:rsidR="0073311B" w:rsidRPr="00D63D15">
              <w:t xml:space="preserve"> </w:t>
            </w:r>
            <w:r w:rsidR="0022352C">
              <w:t xml:space="preserve">and documented </w:t>
            </w:r>
            <w:r w:rsidR="0073311B" w:rsidRPr="00D63D15">
              <w:t xml:space="preserve">an environmental audit for </w:t>
            </w:r>
            <w:r>
              <w:t>the work</w:t>
            </w:r>
            <w:r w:rsidR="0073311B" w:rsidRPr="00D63D15">
              <w:t xml:space="preserve"> site </w:t>
            </w:r>
            <w:r w:rsidR="0022352C">
              <w:t>that includes</w:t>
            </w:r>
            <w:r w:rsidR="0073311B" w:rsidRPr="00D63D15">
              <w:t xml:space="preserve"> recommendations for impro</w:t>
            </w:r>
            <w:r w:rsidR="0022352C">
              <w:t>ving</w:t>
            </w:r>
            <w:r w:rsidR="0073311B" w:rsidRPr="00D63D15">
              <w:t xml:space="preserve"> environmental protection practices.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02E79" w:rsidRDefault="00DA54B5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D9A1893" w14:textId="58A797CE" w:rsidR="00B56D94" w:rsidRPr="00B56D94" w:rsidRDefault="00C02E79" w:rsidP="00B56D94">
            <w:pPr>
              <w:pStyle w:val="SIBulletList1"/>
            </w:pPr>
            <w:r>
              <w:t>p</w:t>
            </w:r>
            <w:r w:rsidR="00B56D94" w:rsidRPr="00D63D15">
              <w:t>urpose and key content of environmental protection laws applicable to forestry operations.</w:t>
            </w:r>
          </w:p>
          <w:p w14:paraId="5BADA36E" w14:textId="762CC83B" w:rsidR="00B56D94" w:rsidRPr="00B56D94" w:rsidRDefault="00C02E79" w:rsidP="00B56D94">
            <w:pPr>
              <w:pStyle w:val="SIBulletList1"/>
            </w:pPr>
            <w:r>
              <w:t>k</w:t>
            </w:r>
            <w:r w:rsidR="00B56D94" w:rsidRPr="00D63D15">
              <w:t>ey content of current government and industry environmental sustainability initiatives, codes of practice and guidelines.</w:t>
            </w:r>
          </w:p>
          <w:p w14:paraId="2F639F9C" w14:textId="4236B1B9" w:rsidR="00B56D94" w:rsidRPr="00B56D94" w:rsidRDefault="00C02E79" w:rsidP="00B56D94">
            <w:pPr>
              <w:pStyle w:val="SIBulletList1"/>
            </w:pPr>
            <w:proofErr w:type="gramStart"/>
            <w:r>
              <w:t>e</w:t>
            </w:r>
            <w:r w:rsidR="00B56D94" w:rsidRPr="00D63D15">
              <w:t>nvironmental</w:t>
            </w:r>
            <w:proofErr w:type="gramEnd"/>
            <w:r w:rsidR="00B56D94" w:rsidRPr="00D63D15">
              <w:t xml:space="preserve"> sustainable </w:t>
            </w:r>
            <w:r w:rsidR="00B56D94" w:rsidRPr="00B56D94">
              <w:t xml:space="preserve">protection </w:t>
            </w:r>
            <w:r w:rsidR="002F1C27">
              <w:t>measures</w:t>
            </w:r>
            <w:r w:rsidR="002F1C27" w:rsidRPr="00B56D94">
              <w:t xml:space="preserve"> </w:t>
            </w:r>
            <w:r w:rsidR="00B56D94" w:rsidRPr="00B56D94">
              <w:t>for forest settings:</w:t>
            </w:r>
          </w:p>
          <w:p w14:paraId="1BEEE5B0" w14:textId="77777777" w:rsidR="00B56D94" w:rsidRPr="00B56D94" w:rsidRDefault="00B56D94" w:rsidP="00B56D94">
            <w:pPr>
              <w:pStyle w:val="SIBulletList2"/>
            </w:pPr>
            <w:r w:rsidRPr="00D63D15">
              <w:t xml:space="preserve">minimising temporary, short-term, </w:t>
            </w:r>
            <w:proofErr w:type="gramStart"/>
            <w:r w:rsidRPr="00D63D15">
              <w:t>long-term</w:t>
            </w:r>
            <w:proofErr w:type="gramEnd"/>
            <w:r w:rsidRPr="00D63D15">
              <w:t xml:space="preserve"> and permanent damage to natural flora, fauna and landscape</w:t>
            </w:r>
          </w:p>
          <w:p w14:paraId="36EE4563" w14:textId="77777777" w:rsidR="00B56D94" w:rsidRPr="00B56D94" w:rsidRDefault="00B56D94" w:rsidP="00B56D94">
            <w:pPr>
              <w:pStyle w:val="SIBulletList2"/>
            </w:pPr>
            <w:r w:rsidRPr="00D63D15">
              <w:t xml:space="preserve">returning the environment to its original or </w:t>
            </w:r>
            <w:proofErr w:type="gramStart"/>
            <w:r w:rsidRPr="00D63D15">
              <w:t>near to</w:t>
            </w:r>
            <w:proofErr w:type="gramEnd"/>
            <w:r w:rsidRPr="00D63D15">
              <w:t xml:space="preserve"> original condition on completion of activity</w:t>
            </w:r>
          </w:p>
          <w:p w14:paraId="6DE8C67F" w14:textId="77777777" w:rsidR="00B56D94" w:rsidRPr="00B56D94" w:rsidRDefault="00B56D94" w:rsidP="00B56D94">
            <w:pPr>
              <w:pStyle w:val="SIBulletList2"/>
            </w:pPr>
            <w:r w:rsidRPr="00D63D15">
              <w:t>soil and water protection</w:t>
            </w:r>
          </w:p>
          <w:p w14:paraId="1613E6AF" w14:textId="77777777" w:rsidR="00B56D94" w:rsidRPr="00B56D94" w:rsidRDefault="00B56D94" w:rsidP="00B56D94">
            <w:pPr>
              <w:pStyle w:val="SIBulletList2"/>
            </w:pPr>
            <w:r w:rsidRPr="00D63D15">
              <w:t>management of fire and weeds</w:t>
            </w:r>
          </w:p>
          <w:p w14:paraId="14857476" w14:textId="77777777" w:rsidR="00B56D94" w:rsidRPr="00B56D94" w:rsidRDefault="00B56D94" w:rsidP="00B56D94">
            <w:pPr>
              <w:pStyle w:val="SIBulletList2"/>
            </w:pPr>
            <w:r w:rsidRPr="00D63D15">
              <w:t xml:space="preserve">disposing </w:t>
            </w:r>
            <w:proofErr w:type="gramStart"/>
            <w:r w:rsidRPr="00D63D15">
              <w:t>of,</w:t>
            </w:r>
            <w:proofErr w:type="gramEnd"/>
            <w:r w:rsidRPr="00D63D15">
              <w:t xml:space="preserve"> recycling and reusing timber and other waste</w:t>
            </w:r>
          </w:p>
          <w:p w14:paraId="5ED17EC6" w14:textId="77777777" w:rsidR="00B56D94" w:rsidRPr="00B56D94" w:rsidRDefault="00B56D94" w:rsidP="00B56D94">
            <w:pPr>
              <w:pStyle w:val="SIBulletList2"/>
            </w:pPr>
            <w:r w:rsidRPr="00D63D15">
              <w:t>composting waste</w:t>
            </w:r>
          </w:p>
          <w:p w14:paraId="25F95CB4" w14:textId="77777777" w:rsidR="00B56D94" w:rsidRPr="00B56D94" w:rsidRDefault="00B56D94" w:rsidP="00B56D94">
            <w:pPr>
              <w:pStyle w:val="SIBulletList2"/>
            </w:pPr>
            <w:r w:rsidRPr="00D63D15">
              <w:t xml:space="preserve">safely cleaning plant, </w:t>
            </w:r>
            <w:proofErr w:type="gramStart"/>
            <w:r w:rsidRPr="00D63D15">
              <w:t>tools</w:t>
            </w:r>
            <w:proofErr w:type="gramEnd"/>
            <w:r w:rsidRPr="00D63D15">
              <w:t xml:space="preserve"> and equipment</w:t>
            </w:r>
          </w:p>
          <w:p w14:paraId="6A663902" w14:textId="77777777" w:rsidR="00B56D94" w:rsidRPr="00B56D94" w:rsidRDefault="00B56D94" w:rsidP="00B56D94">
            <w:pPr>
              <w:pStyle w:val="SIBulletList2"/>
            </w:pPr>
            <w:r w:rsidRPr="00D63D15">
              <w:t>protecting flora and fauna</w:t>
            </w:r>
          </w:p>
          <w:p w14:paraId="6EA5F6D6" w14:textId="77777777" w:rsidR="00B56D94" w:rsidRPr="00B56D94" w:rsidRDefault="00B56D94" w:rsidP="00B56D94">
            <w:pPr>
              <w:pStyle w:val="SIBulletList2"/>
            </w:pPr>
            <w:r w:rsidRPr="00D63D15">
              <w:t>maintenance of culturally significant landscapes, natural or anthropogenic formations and constructions.</w:t>
            </w:r>
          </w:p>
          <w:p w14:paraId="1B758F13" w14:textId="1D887E37" w:rsidR="00B56D94" w:rsidRPr="00B56D94" w:rsidRDefault="00C02E79" w:rsidP="00B56D94">
            <w:pPr>
              <w:pStyle w:val="SIBulletList1"/>
            </w:pPr>
            <w:r>
              <w:t>m</w:t>
            </w:r>
            <w:r w:rsidR="002F1C27">
              <w:t>easures</w:t>
            </w:r>
            <w:r w:rsidR="00B56D94" w:rsidRPr="00D63D15">
              <w:t xml:space="preserve"> to ma</w:t>
            </w:r>
            <w:r w:rsidR="002F1C27">
              <w:t>intain</w:t>
            </w:r>
            <w:r w:rsidR="00B56D94" w:rsidRPr="00D63D15">
              <w:t xml:space="preserve"> integrity of water bodies</w:t>
            </w:r>
            <w:r w:rsidR="002F1C27">
              <w:t xml:space="preserve">/courses and adjacent land </w:t>
            </w:r>
            <w:proofErr w:type="gramStart"/>
            <w:r w:rsidR="002F1C27">
              <w:t>areas</w:t>
            </w:r>
            <w:proofErr w:type="gramEnd"/>
            <w:r w:rsidR="00B56D94" w:rsidRPr="00D63D15">
              <w:t xml:space="preserve"> </w:t>
            </w:r>
          </w:p>
          <w:p w14:paraId="07FE970F" w14:textId="77777777" w:rsidR="00B56D94" w:rsidRPr="00B56D94" w:rsidRDefault="00B56D94" w:rsidP="00B56D94">
            <w:pPr>
              <w:pStyle w:val="SIBulletList1"/>
            </w:pPr>
            <w:r w:rsidRPr="00D63D15">
              <w:t>Irrigation and watering strategies that aim to:</w:t>
            </w:r>
          </w:p>
          <w:p w14:paraId="4CF5D50B" w14:textId="77777777" w:rsidR="00B56D94" w:rsidRPr="00B56D94" w:rsidRDefault="00B56D94" w:rsidP="00B56D94">
            <w:pPr>
              <w:pStyle w:val="SIBulletList2"/>
            </w:pPr>
            <w:r w:rsidRPr="00D63D15">
              <w:t xml:space="preserve">minimise </w:t>
            </w:r>
            <w:proofErr w:type="gramStart"/>
            <w:r w:rsidRPr="00D63D15">
              <w:t>evaporation</w:t>
            </w:r>
            <w:proofErr w:type="gramEnd"/>
          </w:p>
          <w:p w14:paraId="0DFAE27D" w14:textId="77777777" w:rsidR="00B56D94" w:rsidRPr="00B56D94" w:rsidRDefault="00B56D94" w:rsidP="00B56D94">
            <w:pPr>
              <w:pStyle w:val="SIBulletList2"/>
            </w:pPr>
            <w:r w:rsidRPr="00D63D15">
              <w:t xml:space="preserve">minimise </w:t>
            </w:r>
            <w:proofErr w:type="gramStart"/>
            <w:r w:rsidRPr="00D63D15">
              <w:t>run-off</w:t>
            </w:r>
            <w:proofErr w:type="gramEnd"/>
            <w:r w:rsidRPr="00D63D15">
              <w:t xml:space="preserve"> </w:t>
            </w:r>
          </w:p>
          <w:p w14:paraId="6CCF8091" w14:textId="77777777" w:rsidR="00B56D94" w:rsidRPr="00B56D94" w:rsidRDefault="00B56D94" w:rsidP="00B56D94">
            <w:pPr>
              <w:pStyle w:val="SIBulletList2"/>
            </w:pPr>
            <w:r w:rsidRPr="00D63D15">
              <w:t>accurately deliver water.</w:t>
            </w:r>
          </w:p>
          <w:p w14:paraId="30356DE6" w14:textId="0657622B" w:rsidR="00F308BF" w:rsidRPr="00B56D94" w:rsidRDefault="00C02E79" w:rsidP="00B56D94">
            <w:pPr>
              <w:pStyle w:val="SIBulletList1"/>
            </w:pPr>
            <w:r>
              <w:t>e</w:t>
            </w:r>
            <w:r w:rsidR="00F308BF" w:rsidRPr="00F308BF">
              <w:t xml:space="preserve">nvironment protection measures to minimise soil erosion, nutrient removal, compaction, changes in organic matter content and soil water </w:t>
            </w:r>
            <w:proofErr w:type="gramStart"/>
            <w:r w:rsidR="00F308BF" w:rsidRPr="00F308BF">
              <w:t>status</w:t>
            </w:r>
            <w:proofErr w:type="gramEnd"/>
          </w:p>
          <w:p w14:paraId="5992B7D2" w14:textId="659B46B1" w:rsidR="00B56D94" w:rsidRPr="00B56D94" w:rsidRDefault="00C02E79" w:rsidP="00B56D94">
            <w:pPr>
              <w:pStyle w:val="SIBulletList1"/>
            </w:pPr>
            <w:r>
              <w:t>f</w:t>
            </w:r>
            <w:r w:rsidR="00B56D94" w:rsidRPr="00D63D15">
              <w:t>ormat, content and use of audit reports.</w:t>
            </w:r>
          </w:p>
          <w:p w14:paraId="594042BC" w14:textId="75042391" w:rsidR="00F1480E" w:rsidRPr="000754EC" w:rsidRDefault="00C02E79" w:rsidP="00B56D94">
            <w:pPr>
              <w:pStyle w:val="SIBulletList1"/>
            </w:pPr>
            <w:r>
              <w:t>w</w:t>
            </w:r>
            <w:r w:rsidR="00F308BF">
              <w:t>orkplace</w:t>
            </w:r>
            <w:r w:rsidR="00B56D94" w:rsidRPr="00D63D15">
              <w:t xml:space="preserve"> policies and procedures for sustainable forestry practices.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77DB639" w14:textId="77777777" w:rsidR="00E2036A" w:rsidRPr="00C02E79" w:rsidRDefault="00E2036A" w:rsidP="00C02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CC48445" w14:textId="77777777" w:rsidR="00E2036A" w:rsidRPr="00C02E79" w:rsidRDefault="00E2036A" w:rsidP="00C02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A13238E" w14:textId="3AD55961" w:rsidR="00E2036A" w:rsidRPr="00C02E79" w:rsidRDefault="00E2036A" w:rsidP="00C02E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B47EC48" w14:textId="77777777" w:rsidR="00E2036A" w:rsidRPr="00C02E79" w:rsidRDefault="00E2036A" w:rsidP="00C02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2E7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C02E7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C02E7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1405D00" w14:textId="6C63FBA7" w:rsidR="00E2036A" w:rsidRPr="00E2036A" w:rsidRDefault="00E2036A" w:rsidP="00E2036A">
            <w:pPr>
              <w:pStyle w:val="SIBulletList2"/>
            </w:pPr>
            <w:r w:rsidRPr="00E2036A">
              <w:t xml:space="preserve">access to a </w:t>
            </w:r>
            <w:proofErr w:type="gramStart"/>
            <w:r w:rsidRPr="00E2036A">
              <w:t>forestry operation</w:t>
            </w:r>
            <w:r w:rsidR="00992874">
              <w:t>s</w:t>
            </w:r>
            <w:proofErr w:type="gramEnd"/>
            <w:r w:rsidR="00992874">
              <w:t xml:space="preserve"> work site</w:t>
            </w:r>
          </w:p>
          <w:p w14:paraId="3D3C907B" w14:textId="77777777" w:rsidR="00E2036A" w:rsidRPr="00C02E79" w:rsidRDefault="00E2036A" w:rsidP="00C02E7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02E7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5D3F70" w14:textId="08F7E3AE" w:rsidR="00C02E79" w:rsidRDefault="00C02E79" w:rsidP="00C02E79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>
              <w:t>.</w:t>
            </w:r>
          </w:p>
          <w:p w14:paraId="1C6BD14A" w14:textId="77777777" w:rsidR="00C02E79" w:rsidRPr="00E2036A" w:rsidRDefault="00C02E79" w:rsidP="00C02E79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1E8F49C" w:rsidR="00DA54B5" w:rsidRPr="00992874" w:rsidRDefault="00E2036A" w:rsidP="00C02E7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lang w:eastAsia="en-AU"/>
              </w:rPr>
            </w:pPr>
            <w:r w:rsidRPr="0099287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F9041" w14:textId="77777777" w:rsidR="00B1664C" w:rsidRDefault="00B1664C" w:rsidP="00BF3F0A">
      <w:r>
        <w:separator/>
      </w:r>
    </w:p>
    <w:p w14:paraId="6DCDE49A" w14:textId="77777777" w:rsidR="00B1664C" w:rsidRDefault="00B1664C"/>
  </w:endnote>
  <w:endnote w:type="continuationSeparator" w:id="0">
    <w:p w14:paraId="2578331C" w14:textId="77777777" w:rsidR="00B1664C" w:rsidRDefault="00B1664C" w:rsidP="00BF3F0A">
      <w:r>
        <w:continuationSeparator/>
      </w:r>
    </w:p>
    <w:p w14:paraId="0F4D792A" w14:textId="77777777" w:rsidR="00B1664C" w:rsidRDefault="00B166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DB5B" w14:textId="77777777" w:rsidR="00B1664C" w:rsidRDefault="00B1664C" w:rsidP="00BF3F0A">
      <w:r>
        <w:separator/>
      </w:r>
    </w:p>
    <w:p w14:paraId="50DBF605" w14:textId="77777777" w:rsidR="00B1664C" w:rsidRDefault="00B1664C"/>
  </w:footnote>
  <w:footnote w:type="continuationSeparator" w:id="0">
    <w:p w14:paraId="5DABEA62" w14:textId="77777777" w:rsidR="00B1664C" w:rsidRDefault="00B1664C" w:rsidP="00BF3F0A">
      <w:r>
        <w:continuationSeparator/>
      </w:r>
    </w:p>
    <w:p w14:paraId="274BABE3" w14:textId="77777777" w:rsidR="00B1664C" w:rsidRDefault="00B166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2C1E854" w:rsidR="009C2650" w:rsidRPr="00A027D4" w:rsidRDefault="00C5601F" w:rsidP="00A027D4">
    <w:r w:rsidRPr="00C5601F">
      <w:t xml:space="preserve"> FWPFGM4XX</w:t>
    </w:r>
    <w:r w:rsidR="005E1A88">
      <w:t xml:space="preserve">X </w:t>
    </w:r>
    <w:r w:rsidR="00E02921">
      <w:t xml:space="preserve">Implement environmental management practices to a forestry operation </w:t>
    </w:r>
    <w:proofErr w:type="gramStart"/>
    <w:r w:rsidR="00E02921">
      <w:t>site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4E6C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DB6989"/>
    <w:multiLevelType w:val="multilevel"/>
    <w:tmpl w:val="10669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6416757"/>
    <w:multiLevelType w:val="multilevel"/>
    <w:tmpl w:val="82384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D42C1"/>
    <w:multiLevelType w:val="multilevel"/>
    <w:tmpl w:val="4F4A4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961A2"/>
    <w:multiLevelType w:val="multilevel"/>
    <w:tmpl w:val="B0926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AB560A"/>
    <w:multiLevelType w:val="multilevel"/>
    <w:tmpl w:val="257C6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097E0B"/>
    <w:multiLevelType w:val="multilevel"/>
    <w:tmpl w:val="6C709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E96C12"/>
    <w:multiLevelType w:val="multilevel"/>
    <w:tmpl w:val="7C400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A644CF"/>
    <w:multiLevelType w:val="multilevel"/>
    <w:tmpl w:val="11A2BE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964D09"/>
    <w:multiLevelType w:val="multilevel"/>
    <w:tmpl w:val="159A0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7D54C5"/>
    <w:multiLevelType w:val="multilevel"/>
    <w:tmpl w:val="AB24F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C5CA2"/>
    <w:multiLevelType w:val="multilevel"/>
    <w:tmpl w:val="F7B43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42587B"/>
    <w:multiLevelType w:val="multilevel"/>
    <w:tmpl w:val="3EAC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10584"/>
    <w:multiLevelType w:val="multilevel"/>
    <w:tmpl w:val="B67EA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9C5437"/>
    <w:multiLevelType w:val="multilevel"/>
    <w:tmpl w:val="EEA86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D60B06"/>
    <w:multiLevelType w:val="multilevel"/>
    <w:tmpl w:val="4D22A0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D83F3C"/>
    <w:multiLevelType w:val="multilevel"/>
    <w:tmpl w:val="3E081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E11C1A"/>
    <w:multiLevelType w:val="multilevel"/>
    <w:tmpl w:val="81B45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D95D35"/>
    <w:multiLevelType w:val="multilevel"/>
    <w:tmpl w:val="FE2C8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AE3B2A"/>
    <w:multiLevelType w:val="multilevel"/>
    <w:tmpl w:val="DE701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75023E"/>
    <w:multiLevelType w:val="multilevel"/>
    <w:tmpl w:val="43440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CB4ECA"/>
    <w:multiLevelType w:val="multilevel"/>
    <w:tmpl w:val="E32CB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DD5241"/>
    <w:multiLevelType w:val="multilevel"/>
    <w:tmpl w:val="BDF62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24A1B2C"/>
    <w:multiLevelType w:val="multilevel"/>
    <w:tmpl w:val="21BA2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7D031C"/>
    <w:multiLevelType w:val="multilevel"/>
    <w:tmpl w:val="F31281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5013F4"/>
    <w:multiLevelType w:val="multilevel"/>
    <w:tmpl w:val="4B22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567378"/>
    <w:multiLevelType w:val="multilevel"/>
    <w:tmpl w:val="112AF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D90FED"/>
    <w:multiLevelType w:val="multilevel"/>
    <w:tmpl w:val="42AE7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5240EB"/>
    <w:multiLevelType w:val="multilevel"/>
    <w:tmpl w:val="5DD29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2665C1"/>
    <w:multiLevelType w:val="multilevel"/>
    <w:tmpl w:val="B67E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311352"/>
    <w:multiLevelType w:val="multilevel"/>
    <w:tmpl w:val="ACE69A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467B15"/>
    <w:multiLevelType w:val="multilevel"/>
    <w:tmpl w:val="69323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073C6E"/>
    <w:multiLevelType w:val="multilevel"/>
    <w:tmpl w:val="1AC427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C1794E"/>
    <w:multiLevelType w:val="multilevel"/>
    <w:tmpl w:val="FE2EDD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CC68B8"/>
    <w:multiLevelType w:val="multilevel"/>
    <w:tmpl w:val="4816F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CD0C40"/>
    <w:multiLevelType w:val="multilevel"/>
    <w:tmpl w:val="3EF23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EF1F06"/>
    <w:multiLevelType w:val="multilevel"/>
    <w:tmpl w:val="D66A5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CC1B70"/>
    <w:multiLevelType w:val="multilevel"/>
    <w:tmpl w:val="9B1AA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E811C7"/>
    <w:multiLevelType w:val="multilevel"/>
    <w:tmpl w:val="7F068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6"/>
  </w:num>
  <w:num w:numId="3">
    <w:abstractNumId w:val="29"/>
  </w:num>
  <w:num w:numId="4">
    <w:abstractNumId w:val="9"/>
  </w:num>
  <w:num w:numId="5">
    <w:abstractNumId w:val="32"/>
  </w:num>
  <w:num w:numId="6">
    <w:abstractNumId w:val="35"/>
  </w:num>
  <w:num w:numId="7">
    <w:abstractNumId w:val="17"/>
  </w:num>
  <w:num w:numId="8">
    <w:abstractNumId w:val="30"/>
  </w:num>
  <w:num w:numId="9">
    <w:abstractNumId w:val="10"/>
  </w:num>
  <w:num w:numId="10">
    <w:abstractNumId w:val="39"/>
  </w:num>
  <w:num w:numId="11">
    <w:abstractNumId w:val="5"/>
  </w:num>
  <w:num w:numId="12">
    <w:abstractNumId w:val="21"/>
  </w:num>
  <w:num w:numId="13">
    <w:abstractNumId w:val="27"/>
  </w:num>
  <w:num w:numId="14">
    <w:abstractNumId w:val="41"/>
  </w:num>
  <w:num w:numId="15">
    <w:abstractNumId w:val="43"/>
  </w:num>
  <w:num w:numId="16">
    <w:abstractNumId w:val="6"/>
  </w:num>
  <w:num w:numId="17">
    <w:abstractNumId w:val="37"/>
  </w:num>
  <w:num w:numId="18">
    <w:abstractNumId w:val="7"/>
  </w:num>
  <w:num w:numId="19">
    <w:abstractNumId w:val="42"/>
  </w:num>
  <w:num w:numId="20">
    <w:abstractNumId w:val="16"/>
  </w:num>
  <w:num w:numId="21">
    <w:abstractNumId w:val="24"/>
  </w:num>
  <w:num w:numId="22">
    <w:abstractNumId w:val="31"/>
  </w:num>
  <w:num w:numId="23">
    <w:abstractNumId w:val="38"/>
  </w:num>
  <w:num w:numId="24">
    <w:abstractNumId w:val="15"/>
  </w:num>
  <w:num w:numId="25">
    <w:abstractNumId w:val="33"/>
  </w:num>
  <w:num w:numId="26">
    <w:abstractNumId w:val="3"/>
  </w:num>
  <w:num w:numId="27">
    <w:abstractNumId w:val="8"/>
  </w:num>
  <w:num w:numId="28">
    <w:abstractNumId w:val="20"/>
  </w:num>
  <w:num w:numId="29">
    <w:abstractNumId w:val="18"/>
  </w:num>
  <w:num w:numId="30">
    <w:abstractNumId w:val="19"/>
  </w:num>
  <w:num w:numId="31">
    <w:abstractNumId w:val="4"/>
  </w:num>
  <w:num w:numId="32">
    <w:abstractNumId w:val="23"/>
  </w:num>
  <w:num w:numId="33">
    <w:abstractNumId w:val="40"/>
  </w:num>
  <w:num w:numId="34">
    <w:abstractNumId w:val="28"/>
  </w:num>
  <w:num w:numId="35">
    <w:abstractNumId w:val="1"/>
  </w:num>
  <w:num w:numId="36">
    <w:abstractNumId w:val="22"/>
  </w:num>
  <w:num w:numId="37">
    <w:abstractNumId w:val="11"/>
  </w:num>
  <w:num w:numId="38">
    <w:abstractNumId w:val="34"/>
  </w:num>
  <w:num w:numId="39">
    <w:abstractNumId w:val="12"/>
  </w:num>
  <w:num w:numId="40">
    <w:abstractNumId w:val="25"/>
  </w:num>
  <w:num w:numId="41">
    <w:abstractNumId w:val="26"/>
  </w:num>
  <w:num w:numId="42">
    <w:abstractNumId w:val="0"/>
  </w:num>
  <w:num w:numId="43">
    <w:abstractNumId w:val="14"/>
  </w:num>
  <w:num w:numId="4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3MjcwNTQ1sDQyNjVU0lEKTi0uzszPAykwqgUArmpWLS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42F"/>
    <w:rsid w:val="000A5441"/>
    <w:rsid w:val="000B153B"/>
    <w:rsid w:val="000B2022"/>
    <w:rsid w:val="000B3DD6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6EF3"/>
    <w:rsid w:val="001570FB"/>
    <w:rsid w:val="00176159"/>
    <w:rsid w:val="00176E4F"/>
    <w:rsid w:val="001831E9"/>
    <w:rsid w:val="0018546B"/>
    <w:rsid w:val="001A45C5"/>
    <w:rsid w:val="001A6A3E"/>
    <w:rsid w:val="001A7B6D"/>
    <w:rsid w:val="001B34D5"/>
    <w:rsid w:val="001B513A"/>
    <w:rsid w:val="001B5F98"/>
    <w:rsid w:val="001C0A75"/>
    <w:rsid w:val="001C1306"/>
    <w:rsid w:val="001D30EB"/>
    <w:rsid w:val="001D56C4"/>
    <w:rsid w:val="001D5C1B"/>
    <w:rsid w:val="001D7F5B"/>
    <w:rsid w:val="001E0849"/>
    <w:rsid w:val="001E16BC"/>
    <w:rsid w:val="001E16DF"/>
    <w:rsid w:val="001F2BA5"/>
    <w:rsid w:val="001F308D"/>
    <w:rsid w:val="00201A7C"/>
    <w:rsid w:val="002077E3"/>
    <w:rsid w:val="0021210E"/>
    <w:rsid w:val="0021414D"/>
    <w:rsid w:val="00223124"/>
    <w:rsid w:val="0022352C"/>
    <w:rsid w:val="00233143"/>
    <w:rsid w:val="00234444"/>
    <w:rsid w:val="00242293"/>
    <w:rsid w:val="00244EA7"/>
    <w:rsid w:val="00262FC3"/>
    <w:rsid w:val="0026394F"/>
    <w:rsid w:val="00267AF6"/>
    <w:rsid w:val="0027191C"/>
    <w:rsid w:val="00272F0C"/>
    <w:rsid w:val="00276DB8"/>
    <w:rsid w:val="0027741B"/>
    <w:rsid w:val="00280859"/>
    <w:rsid w:val="00282664"/>
    <w:rsid w:val="00285FB8"/>
    <w:rsid w:val="00293F7D"/>
    <w:rsid w:val="002970C3"/>
    <w:rsid w:val="002A4CD3"/>
    <w:rsid w:val="002A6CC4"/>
    <w:rsid w:val="002B0C89"/>
    <w:rsid w:val="002C55E9"/>
    <w:rsid w:val="002D0C8B"/>
    <w:rsid w:val="002D330A"/>
    <w:rsid w:val="002D730A"/>
    <w:rsid w:val="002E170C"/>
    <w:rsid w:val="002E193E"/>
    <w:rsid w:val="002E6E87"/>
    <w:rsid w:val="002F1C27"/>
    <w:rsid w:val="002F5834"/>
    <w:rsid w:val="00305EFF"/>
    <w:rsid w:val="00310A6A"/>
    <w:rsid w:val="003144E6"/>
    <w:rsid w:val="00337E82"/>
    <w:rsid w:val="00346FDC"/>
    <w:rsid w:val="00350BB1"/>
    <w:rsid w:val="00352C83"/>
    <w:rsid w:val="003567D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76A"/>
    <w:rsid w:val="003E72B6"/>
    <w:rsid w:val="003E7BBE"/>
    <w:rsid w:val="003F7754"/>
    <w:rsid w:val="004127E3"/>
    <w:rsid w:val="0043212E"/>
    <w:rsid w:val="00434366"/>
    <w:rsid w:val="00434ECE"/>
    <w:rsid w:val="00444423"/>
    <w:rsid w:val="00452F3E"/>
    <w:rsid w:val="0046239A"/>
    <w:rsid w:val="004640AE"/>
    <w:rsid w:val="00466187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405B2"/>
    <w:rsid w:val="00540B1D"/>
    <w:rsid w:val="005427C8"/>
    <w:rsid w:val="005446D1"/>
    <w:rsid w:val="00556C4C"/>
    <w:rsid w:val="00557369"/>
    <w:rsid w:val="00557D22"/>
    <w:rsid w:val="00561F5B"/>
    <w:rsid w:val="00564ADD"/>
    <w:rsid w:val="005708EB"/>
    <w:rsid w:val="005709C8"/>
    <w:rsid w:val="00575BC6"/>
    <w:rsid w:val="005778FE"/>
    <w:rsid w:val="00581C55"/>
    <w:rsid w:val="00583902"/>
    <w:rsid w:val="005A1D70"/>
    <w:rsid w:val="005A3AA5"/>
    <w:rsid w:val="005A6C9C"/>
    <w:rsid w:val="005A74DC"/>
    <w:rsid w:val="005B5146"/>
    <w:rsid w:val="005C0A95"/>
    <w:rsid w:val="005D0A4C"/>
    <w:rsid w:val="005D1AFD"/>
    <w:rsid w:val="005D6412"/>
    <w:rsid w:val="005E04DA"/>
    <w:rsid w:val="005E1A88"/>
    <w:rsid w:val="005E51E6"/>
    <w:rsid w:val="005F027A"/>
    <w:rsid w:val="005F33CC"/>
    <w:rsid w:val="005F771F"/>
    <w:rsid w:val="006121D4"/>
    <w:rsid w:val="00613B49"/>
    <w:rsid w:val="00616845"/>
    <w:rsid w:val="00620E8E"/>
    <w:rsid w:val="006245ED"/>
    <w:rsid w:val="00633CFE"/>
    <w:rsid w:val="00634FCA"/>
    <w:rsid w:val="00641697"/>
    <w:rsid w:val="00643D1B"/>
    <w:rsid w:val="00644A07"/>
    <w:rsid w:val="006452B8"/>
    <w:rsid w:val="00651825"/>
    <w:rsid w:val="00652E62"/>
    <w:rsid w:val="00686A49"/>
    <w:rsid w:val="00687B62"/>
    <w:rsid w:val="00690C44"/>
    <w:rsid w:val="006969D9"/>
    <w:rsid w:val="006A2B68"/>
    <w:rsid w:val="006C150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40"/>
    <w:rsid w:val="00705EEC"/>
    <w:rsid w:val="00707741"/>
    <w:rsid w:val="007134FE"/>
    <w:rsid w:val="00715794"/>
    <w:rsid w:val="00717385"/>
    <w:rsid w:val="00722769"/>
    <w:rsid w:val="00727901"/>
    <w:rsid w:val="0073075B"/>
    <w:rsid w:val="0073311B"/>
    <w:rsid w:val="0073404B"/>
    <w:rsid w:val="007341FF"/>
    <w:rsid w:val="007404E9"/>
    <w:rsid w:val="007444CF"/>
    <w:rsid w:val="007453A0"/>
    <w:rsid w:val="00746C5A"/>
    <w:rsid w:val="00751F7E"/>
    <w:rsid w:val="00752C75"/>
    <w:rsid w:val="00757005"/>
    <w:rsid w:val="00761DBE"/>
    <w:rsid w:val="00763007"/>
    <w:rsid w:val="00763297"/>
    <w:rsid w:val="00763DE5"/>
    <w:rsid w:val="0076523B"/>
    <w:rsid w:val="00771B60"/>
    <w:rsid w:val="00772B54"/>
    <w:rsid w:val="00781D77"/>
    <w:rsid w:val="00783549"/>
    <w:rsid w:val="00785F24"/>
    <w:rsid w:val="007860B7"/>
    <w:rsid w:val="00786DC8"/>
    <w:rsid w:val="007A300D"/>
    <w:rsid w:val="007B5138"/>
    <w:rsid w:val="007D5A78"/>
    <w:rsid w:val="007E214E"/>
    <w:rsid w:val="007E3BD1"/>
    <w:rsid w:val="007F1563"/>
    <w:rsid w:val="007F1EB2"/>
    <w:rsid w:val="007F44DB"/>
    <w:rsid w:val="007F49A7"/>
    <w:rsid w:val="007F4BE8"/>
    <w:rsid w:val="007F5A8B"/>
    <w:rsid w:val="00806C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427"/>
    <w:rsid w:val="008A12ED"/>
    <w:rsid w:val="008A39D3"/>
    <w:rsid w:val="008B2C77"/>
    <w:rsid w:val="008B4AD2"/>
    <w:rsid w:val="008B7138"/>
    <w:rsid w:val="008D05DC"/>
    <w:rsid w:val="008D6D37"/>
    <w:rsid w:val="008E260C"/>
    <w:rsid w:val="008E39BE"/>
    <w:rsid w:val="008E62EC"/>
    <w:rsid w:val="008F32F6"/>
    <w:rsid w:val="009012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87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40B62"/>
    <w:rsid w:val="00A40F5B"/>
    <w:rsid w:val="00A5092E"/>
    <w:rsid w:val="00A539B4"/>
    <w:rsid w:val="00A554D6"/>
    <w:rsid w:val="00A56E14"/>
    <w:rsid w:val="00A6476B"/>
    <w:rsid w:val="00A65E45"/>
    <w:rsid w:val="00A76C6C"/>
    <w:rsid w:val="00A8403C"/>
    <w:rsid w:val="00A87356"/>
    <w:rsid w:val="00A92DD1"/>
    <w:rsid w:val="00AA5338"/>
    <w:rsid w:val="00AA6836"/>
    <w:rsid w:val="00AB1B8E"/>
    <w:rsid w:val="00AB3EC1"/>
    <w:rsid w:val="00AB46DE"/>
    <w:rsid w:val="00AB51ED"/>
    <w:rsid w:val="00AC0696"/>
    <w:rsid w:val="00AC4C98"/>
    <w:rsid w:val="00AC5F6B"/>
    <w:rsid w:val="00AD3896"/>
    <w:rsid w:val="00AD441A"/>
    <w:rsid w:val="00AD5B47"/>
    <w:rsid w:val="00AE1ED9"/>
    <w:rsid w:val="00AE32CB"/>
    <w:rsid w:val="00AF3957"/>
    <w:rsid w:val="00B0712C"/>
    <w:rsid w:val="00B113C2"/>
    <w:rsid w:val="00B12013"/>
    <w:rsid w:val="00B15074"/>
    <w:rsid w:val="00B1664C"/>
    <w:rsid w:val="00B22C67"/>
    <w:rsid w:val="00B3508F"/>
    <w:rsid w:val="00B4097D"/>
    <w:rsid w:val="00B42889"/>
    <w:rsid w:val="00B443EE"/>
    <w:rsid w:val="00B560C8"/>
    <w:rsid w:val="00B56D94"/>
    <w:rsid w:val="00B61150"/>
    <w:rsid w:val="00B65BC7"/>
    <w:rsid w:val="00B7187C"/>
    <w:rsid w:val="00B746B9"/>
    <w:rsid w:val="00B7766B"/>
    <w:rsid w:val="00B80BD8"/>
    <w:rsid w:val="00B848D4"/>
    <w:rsid w:val="00B865B7"/>
    <w:rsid w:val="00B91B97"/>
    <w:rsid w:val="00BA08A8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1F5"/>
    <w:rsid w:val="00BF3F0A"/>
    <w:rsid w:val="00C02E79"/>
    <w:rsid w:val="00C143C3"/>
    <w:rsid w:val="00C1739B"/>
    <w:rsid w:val="00C21ADE"/>
    <w:rsid w:val="00C23B79"/>
    <w:rsid w:val="00C26067"/>
    <w:rsid w:val="00C30A29"/>
    <w:rsid w:val="00C317DC"/>
    <w:rsid w:val="00C37209"/>
    <w:rsid w:val="00C559E8"/>
    <w:rsid w:val="00C5601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1F1"/>
    <w:rsid w:val="00CB746F"/>
    <w:rsid w:val="00CC451E"/>
    <w:rsid w:val="00CD4E9D"/>
    <w:rsid w:val="00CD4F4D"/>
    <w:rsid w:val="00CD6E9A"/>
    <w:rsid w:val="00CE15C6"/>
    <w:rsid w:val="00CE43B2"/>
    <w:rsid w:val="00CE7D19"/>
    <w:rsid w:val="00CF0CF5"/>
    <w:rsid w:val="00CF2B3E"/>
    <w:rsid w:val="00D0201F"/>
    <w:rsid w:val="00D026A5"/>
    <w:rsid w:val="00D03685"/>
    <w:rsid w:val="00D04B97"/>
    <w:rsid w:val="00D07677"/>
    <w:rsid w:val="00D07D4E"/>
    <w:rsid w:val="00D115AA"/>
    <w:rsid w:val="00D145BE"/>
    <w:rsid w:val="00D2035A"/>
    <w:rsid w:val="00D20C57"/>
    <w:rsid w:val="00D25D16"/>
    <w:rsid w:val="00D32124"/>
    <w:rsid w:val="00D332EB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290"/>
    <w:rsid w:val="00DA53B5"/>
    <w:rsid w:val="00DA54B5"/>
    <w:rsid w:val="00DB684E"/>
    <w:rsid w:val="00DC1D69"/>
    <w:rsid w:val="00DC5A3A"/>
    <w:rsid w:val="00DC6C4B"/>
    <w:rsid w:val="00DD0726"/>
    <w:rsid w:val="00DE3DB1"/>
    <w:rsid w:val="00DF2E36"/>
    <w:rsid w:val="00E02921"/>
    <w:rsid w:val="00E05A91"/>
    <w:rsid w:val="00E2036A"/>
    <w:rsid w:val="00E238E6"/>
    <w:rsid w:val="00E2602F"/>
    <w:rsid w:val="00E34CD8"/>
    <w:rsid w:val="00E35064"/>
    <w:rsid w:val="00E3681D"/>
    <w:rsid w:val="00E40225"/>
    <w:rsid w:val="00E44FC6"/>
    <w:rsid w:val="00E501F0"/>
    <w:rsid w:val="00E60626"/>
    <w:rsid w:val="00E6166D"/>
    <w:rsid w:val="00E73B38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574"/>
    <w:rsid w:val="00EC0C3E"/>
    <w:rsid w:val="00EC1368"/>
    <w:rsid w:val="00EE320C"/>
    <w:rsid w:val="00EF01F8"/>
    <w:rsid w:val="00EF3268"/>
    <w:rsid w:val="00EF40EF"/>
    <w:rsid w:val="00EF47FE"/>
    <w:rsid w:val="00EF5428"/>
    <w:rsid w:val="00F069BD"/>
    <w:rsid w:val="00F1480E"/>
    <w:rsid w:val="00F1497D"/>
    <w:rsid w:val="00F16AAC"/>
    <w:rsid w:val="00F308B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0022"/>
    <w:rsid w:val="00FC674A"/>
    <w:rsid w:val="00FD557D"/>
    <w:rsid w:val="00FD6E0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332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32E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7766B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73311B"/>
    <w:pPr>
      <w:numPr>
        <w:numId w:val="42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46618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53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DCDDD-7929-4226-8FFE-95FF33407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4A5040-D6CE-4290-BBDD-CA0D042AAC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173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111</cp:revision>
  <cp:lastPrinted>2016-05-27T05:21:00Z</cp:lastPrinted>
  <dcterms:created xsi:type="dcterms:W3CDTF">2020-08-25T06:08:00Z</dcterms:created>
  <dcterms:modified xsi:type="dcterms:W3CDTF">2021-05-07T23:38:00Z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